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6135B" w14:textId="77777777" w:rsidR="0083381C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83381C" w:rsidRPr="0083381C">
        <w:rPr>
          <w:rFonts w:ascii="Corbel" w:hAnsi="Corbel"/>
          <w:bCs/>
          <w:i/>
        </w:rPr>
        <w:t>Załącznik nr 1.5 do Zarządzenia Rektora UR  nr 12/2019</w:t>
      </w: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26E8CB95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3381C">
        <w:rPr>
          <w:rFonts w:ascii="Corbel" w:hAnsi="Corbel"/>
          <w:smallCaps/>
          <w:sz w:val="24"/>
          <w:szCs w:val="24"/>
        </w:rPr>
        <w:t>202</w:t>
      </w:r>
      <w:r w:rsidR="00902F75">
        <w:rPr>
          <w:rFonts w:ascii="Corbel" w:hAnsi="Corbel"/>
          <w:smallCaps/>
          <w:sz w:val="24"/>
          <w:szCs w:val="24"/>
        </w:rPr>
        <w:t>1</w:t>
      </w:r>
      <w:r w:rsidRPr="0083381C">
        <w:rPr>
          <w:rFonts w:ascii="Corbel" w:hAnsi="Corbel"/>
          <w:smallCaps/>
          <w:sz w:val="24"/>
          <w:szCs w:val="24"/>
        </w:rPr>
        <w:t>-202</w:t>
      </w:r>
      <w:r w:rsidR="00902F75">
        <w:rPr>
          <w:rFonts w:ascii="Corbel" w:hAnsi="Corbel"/>
          <w:smallCaps/>
          <w:sz w:val="24"/>
          <w:szCs w:val="24"/>
        </w:rPr>
        <w:t>3</w:t>
      </w:r>
    </w:p>
    <w:p w14:paraId="0AEE4638" w14:textId="37D116AD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</w:t>
      </w:r>
      <w:r w:rsidR="00902F75">
        <w:rPr>
          <w:rFonts w:ascii="Corbel" w:hAnsi="Corbel"/>
          <w:sz w:val="20"/>
          <w:szCs w:val="20"/>
        </w:rPr>
        <w:t>2</w:t>
      </w:r>
      <w:r w:rsidRPr="0083381C">
        <w:rPr>
          <w:rFonts w:ascii="Corbel" w:hAnsi="Corbel"/>
          <w:sz w:val="20"/>
          <w:szCs w:val="20"/>
        </w:rPr>
        <w:t>/202</w:t>
      </w:r>
      <w:r w:rsidR="00902F7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5A1F0A18" w:rsidR="007975CE" w:rsidRPr="008B1CA5" w:rsidRDefault="0028605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77777777" w:rsidR="007975CE" w:rsidRPr="008B1CA5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238C2777" w:rsidR="00015B8F" w:rsidRPr="008B1CA5" w:rsidRDefault="00286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32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 xml:space="preserve"> ,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>raca zaliczeniowa ,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77777777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8A46EF2" w14:textId="7E4DF279" w:rsidR="00BE3D8F" w:rsidRPr="008B1CA5" w:rsidRDefault="00286054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5AC6C192" w:rsidR="00BE3D8F" w:rsidRPr="008B1CA5" w:rsidRDefault="00286054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77777777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Kleinowski M., Piechowicz M., Sikora-Gaca M.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9A1F5" w14:textId="77777777" w:rsidR="007F7BA1" w:rsidRDefault="007F7BA1" w:rsidP="00C16ABF">
      <w:pPr>
        <w:spacing w:after="0" w:line="240" w:lineRule="auto"/>
      </w:pPr>
      <w:r>
        <w:separator/>
      </w:r>
    </w:p>
  </w:endnote>
  <w:endnote w:type="continuationSeparator" w:id="0">
    <w:p w14:paraId="640A4140" w14:textId="77777777" w:rsidR="007F7BA1" w:rsidRDefault="007F7B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DC255" w14:textId="77777777" w:rsidR="007F7BA1" w:rsidRDefault="007F7BA1" w:rsidP="00C16ABF">
      <w:pPr>
        <w:spacing w:after="0" w:line="240" w:lineRule="auto"/>
      </w:pPr>
      <w:r>
        <w:separator/>
      </w:r>
    </w:p>
  </w:footnote>
  <w:footnote w:type="continuationSeparator" w:id="0">
    <w:p w14:paraId="54F6AFDC" w14:textId="77777777" w:rsidR="007F7BA1" w:rsidRDefault="007F7BA1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440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8E7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565B5"/>
    <w:rsid w:val="00262FFE"/>
    <w:rsid w:val="00281FF2"/>
    <w:rsid w:val="002857DE"/>
    <w:rsid w:val="00286054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7F7BA1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F75"/>
    <w:rsid w:val="00916188"/>
    <w:rsid w:val="00923D7D"/>
    <w:rsid w:val="00942C86"/>
    <w:rsid w:val="00946F3F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29E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1C66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2BB8A6-1DFB-4EC1-A822-DE6B73F6A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AC9984-77E4-451F-B033-803926BD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2020-12-19T19:34:00Z</dcterms:created>
  <dcterms:modified xsi:type="dcterms:W3CDTF">2021-09-06T06:42:00Z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